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CB3299">
        <w:rPr>
          <w:rFonts w:ascii="Arial Narrow" w:hAnsi="Arial Narrow"/>
          <w:sz w:val="22"/>
          <w:lang w:val="de-DE"/>
        </w:rPr>
        <w:t>7</w:t>
      </w:r>
      <w:r>
        <w:rPr>
          <w:rFonts w:ascii="Arial Narrow" w:hAnsi="Arial Narrow"/>
          <w:sz w:val="22"/>
          <w:lang w:val="de-DE"/>
        </w:rPr>
        <w:t>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CB3299">
        <w:rPr>
          <w:rFonts w:ascii="Arial Narrow" w:hAnsi="Arial Narrow"/>
          <w:noProof/>
          <w:sz w:val="22"/>
          <w:lang w:val="de-DE"/>
        </w:rPr>
        <w:t>27.05.2013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B3299">
        <w:rPr>
          <w:rFonts w:ascii="Arial Narrow" w:hAnsi="Arial Narrow"/>
          <w:sz w:val="22"/>
          <w:lang w:val="de-DE"/>
        </w:rPr>
        <w:t>Matthias Kaufmann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Benedikt Recktenwald, Janine Woytera, Sarah Häfele, </w:t>
      </w:r>
      <w:r w:rsidR="00B31043">
        <w:rPr>
          <w:rFonts w:ascii="Arial Narrow" w:hAnsi="Arial Narrow"/>
          <w:sz w:val="22"/>
          <w:lang w:val="de-DE"/>
        </w:rPr>
        <w:t xml:space="preserve">Karl Kleiser, Jürgen Preißinger, Alexander Scheurer, </w:t>
      </w:r>
      <w:r w:rsidR="00CB3299">
        <w:rPr>
          <w:rFonts w:ascii="Arial Narrow" w:hAnsi="Arial Narrow"/>
          <w:sz w:val="22"/>
          <w:lang w:val="de-DE"/>
        </w:rPr>
        <w:t>Johannes Hunn, Marius Bacher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CB3299">
        <w:rPr>
          <w:rFonts w:ascii="Arial Narrow" w:hAnsi="Arial Narrow"/>
          <w:sz w:val="22"/>
          <w:lang w:val="de-DE"/>
        </w:rPr>
        <w:t>Janine Woytera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CB3299">
        <w:rPr>
          <w:rFonts w:ascii="Arial Narrow" w:hAnsi="Arial Narrow"/>
          <w:b/>
          <w:sz w:val="22"/>
          <w:lang w:val="de-DE"/>
        </w:rPr>
        <w:t>10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CB3299" w:rsidRPr="00CB3299">
        <w:rPr>
          <w:rFonts w:ascii="Arial Narrow" w:hAnsi="Arial Narrow"/>
          <w:sz w:val="22"/>
          <w:lang w:val="de-DE"/>
        </w:rPr>
        <w:t>Sigi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C1EB8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C1EB8" w:rsidRDefault="00CB3299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E-Mail Reservierung Cafete -&gt; macht Sigi mit David fertig</w:t>
      </w:r>
    </w:p>
    <w:p w:rsidR="00CB3299" w:rsidRDefault="00CB3299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Spenden vom AStA von Vermieter -&gt; für Wohnungsvermittlung gibt’s eine Spende, wird an Matze überwiesen, er steckt das Bargeld dann in die Kaffeekasse</w:t>
      </w:r>
    </w:p>
    <w:p w:rsidR="007B3023" w:rsidRDefault="007B3023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Runder Tisch</w:t>
      </w:r>
    </w:p>
    <w:p w:rsidR="007B3023" w:rsidRDefault="007B3023" w:rsidP="007B302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Marius schickt Mail rum an Fachschaften, ASK, Speicher, IBC, GLF und Fufunk um zu besprechen wie es nächstes Semester weitergeht, da erst mal ohne AStA</w:t>
      </w:r>
    </w:p>
    <w:p w:rsidR="007B3023" w:rsidRDefault="007B3023" w:rsidP="007B302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10.06.13 von 17:00 bis 19:00 Uhr im GroßKoz</w:t>
      </w:r>
    </w:p>
    <w:p w:rsidR="007B3023" w:rsidRDefault="007B3023" w:rsidP="007B302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Agenda macht Janine </w:t>
      </w:r>
      <w:r w:rsidR="0062030E">
        <w:rPr>
          <w:rFonts w:ascii="Arial Narrow" w:hAnsi="Arial Narrow"/>
          <w:sz w:val="22"/>
          <w:lang w:val="de-DE"/>
        </w:rPr>
        <w:t>– wer noch Punkte hat, schickt bitte an Janine</w:t>
      </w:r>
      <w:bookmarkStart w:id="0" w:name="_GoBack"/>
      <w:bookmarkEnd w:id="0"/>
    </w:p>
    <w:p w:rsidR="00CB3299" w:rsidRDefault="00CB3299" w:rsidP="00CB329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CB3299" w:rsidRDefault="00CB3299" w:rsidP="00CB329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Spenden Referate -&gt; Spenden sind endgültig da, läuft alles über Sigi</w:t>
      </w:r>
    </w:p>
    <w:p w:rsidR="00CB3299" w:rsidRDefault="00CB3299" w:rsidP="00CB329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Musikkeller wird nächste Woche von Sigi und Janine angeschaut und Umzug eingeleitet</w:t>
      </w:r>
    </w:p>
    <w:p w:rsidR="00CB3299" w:rsidRDefault="00CB3299" w:rsidP="00CB329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Marius besorgt Schränke für Scheinwerfer (B-Bau) falls diese passen</w:t>
      </w:r>
    </w:p>
    <w:p w:rsidR="00CB3299" w:rsidRDefault="00CB3299" w:rsidP="00CB329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Jürgen besorgt Angebote für GPS GeoCach Geräte</w:t>
      </w:r>
    </w:p>
    <w:p w:rsidR="00CB3299" w:rsidRDefault="00CB3299" w:rsidP="00CB329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Infos</w:t>
      </w:r>
    </w:p>
    <w:p w:rsidR="00CB3299" w:rsidRDefault="00CB3299" w:rsidP="00CB329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Studium &amp; Mehr Fördergesellschaft -&gt; ist vorwiegend für Wartungen der Referate</w:t>
      </w:r>
      <w:r w:rsidR="007B3023">
        <w:rPr>
          <w:rFonts w:ascii="Arial Narrow" w:hAnsi="Arial Narrow"/>
          <w:sz w:val="22"/>
          <w:lang w:val="de-DE"/>
        </w:rPr>
        <w:t>, Startgebühren, Beni sucht Nachfolger für verein und evtl. Kassenübernahme</w:t>
      </w:r>
    </w:p>
    <w:p w:rsidR="007B3023" w:rsidRDefault="007B3023" w:rsidP="00CB329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LKA -&gt; Jürgen war da, keine besonderen Infos</w:t>
      </w:r>
    </w:p>
    <w:p w:rsidR="007B3023" w:rsidRPr="008D2BDB" w:rsidRDefault="007B3023" w:rsidP="00CB329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Verabschiedung Frau Auer am Mittwoch, 05.06.2013 um 11:00 Uhr, Janine, Matze, Beni und Sigi gehen kurzfristig vorbei, wenn Zeit -&gt; Geschenk besorgen?</w:t>
      </w:r>
    </w:p>
    <w:sectPr w:rsidR="007B3023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99" w:rsidRDefault="00CB3299">
      <w:pPr>
        <w:spacing w:line="20" w:lineRule="exact"/>
      </w:pPr>
    </w:p>
  </w:endnote>
  <w:endnote w:type="continuationSeparator" w:id="0">
    <w:p w:rsidR="00CB3299" w:rsidRDefault="00CB32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B3299" w:rsidRDefault="00CB32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99" w:rsidRDefault="00CB329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B3299" w:rsidRDefault="00CB3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2030E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99"/>
    <w:rsid w:val="00010829"/>
    <w:rsid w:val="000243CF"/>
    <w:rsid w:val="00031A79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2030E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B3023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043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3299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RN\AStA\%23SS%202013\02%20-%20Sitzungen\02-01%20-%20AStA\Protokoll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Protokoll_SS13_Vorlage.dotx</Template>
  <TotalTime>0</TotalTime>
  <Pages>2</Pages>
  <Words>262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Janine Woytera</cp:lastModifiedBy>
  <cp:revision>1</cp:revision>
  <cp:lastPrinted>2006-04-05T07:40:00Z</cp:lastPrinted>
  <dcterms:created xsi:type="dcterms:W3CDTF">2013-05-27T12:18:00Z</dcterms:created>
  <dcterms:modified xsi:type="dcterms:W3CDTF">2013-05-27T12:41:00Z</dcterms:modified>
</cp:coreProperties>
</file>